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3C6E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E1A245" w14:textId="56FC5A22" w:rsidR="00397CEC" w:rsidRDefault="003B77B5" w:rsidP="002B4177">
      <w:r>
        <w:t>D</w:t>
      </w:r>
      <w:r w:rsidR="002B4177">
        <w:t xml:space="preserve">iepspoel </w:t>
      </w:r>
      <w:r w:rsidR="00AC50B9">
        <w:t xml:space="preserve">wand </w:t>
      </w:r>
      <w:r w:rsidR="002B4177">
        <w:t>wc gemaakt uit sanitair porselein met</w:t>
      </w:r>
      <w:r w:rsidR="002E6B1C">
        <w:t xml:space="preserve"> </w:t>
      </w:r>
      <w:r>
        <w:t xml:space="preserve"> </w:t>
      </w:r>
      <w:r w:rsidR="00275583">
        <w:t>onzicht</w:t>
      </w:r>
      <w:r w:rsidR="002E6B1C">
        <w:t>bare sifon en</w:t>
      </w:r>
      <w:r>
        <w:t xml:space="preserve"> onzichtbare </w:t>
      </w:r>
      <w:r w:rsidR="002E6B1C">
        <w:t>bevestiging</w:t>
      </w:r>
      <w:r w:rsidR="008A5E24">
        <w:t xml:space="preserve">. </w:t>
      </w:r>
    </w:p>
    <w:p w14:paraId="4C1B1D90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4749F7C0" w14:textId="77777777" w:rsidR="00397CEC" w:rsidRDefault="00397CEC" w:rsidP="00397CEC">
      <w:r>
        <w:t>De kunststof spoelverdeler wordt in de wc pot verborgen door een porseleinen afschermrand van 9cm</w:t>
      </w:r>
    </w:p>
    <w:p w14:paraId="7BB263CD" w14:textId="42A65A2F" w:rsidR="00397CEC" w:rsidRDefault="00397CEC" w:rsidP="00397CEC">
      <w:r>
        <w:t>Door de toegepaste technologie is er geen spoelboord nodig</w:t>
      </w:r>
      <w:r w:rsidR="002E6B1C">
        <w:t>.</w:t>
      </w:r>
    </w:p>
    <w:p w14:paraId="11B78372" w14:textId="31D18F5A" w:rsidR="003B77B5" w:rsidRDefault="002E6B1C" w:rsidP="002B4177">
      <w:r>
        <w:t>De hang wc is</w:t>
      </w:r>
      <w:r w:rsidR="00275583">
        <w:t xml:space="preserve"> volledig afgerond</w:t>
      </w:r>
      <w:r>
        <w:t xml:space="preserve"> tot </w:t>
      </w:r>
      <w:r w:rsidR="003B77B5">
        <w:t>tegen de muu</w:t>
      </w:r>
      <w:r w:rsidR="00AD0CEC">
        <w:t>r en versmalt niet naar achter toe</w:t>
      </w:r>
      <w:r w:rsidR="003B77B5">
        <w:t>.</w:t>
      </w:r>
    </w:p>
    <w:p w14:paraId="2000FE69" w14:textId="77777777" w:rsidR="009D5F55" w:rsidRDefault="009D5F55" w:rsidP="009D5F55">
      <w:r>
        <w:t>Het oppervlak vertoont geen inkeping om de bevestiging te verbergen en is volledig glad</w:t>
      </w:r>
    </w:p>
    <w:p w14:paraId="273D0910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6B91615C" w14:textId="77777777" w:rsidR="00E46E72" w:rsidRPr="001332A1" w:rsidRDefault="00E46E72" w:rsidP="001332A1"/>
    <w:p w14:paraId="4350E941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2112C9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7E79B3B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B3AF722" w14:textId="77777777" w:rsidR="002F1A08" w:rsidRPr="002F1A08" w:rsidRDefault="002F1A08" w:rsidP="002F1A08">
      <w:pPr>
        <w:ind w:left="567"/>
        <w:rPr>
          <w:u w:val="single"/>
        </w:rPr>
      </w:pPr>
    </w:p>
    <w:p w14:paraId="30279EE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B06FB2C" w14:textId="77777777" w:rsidR="00106C8C" w:rsidRDefault="002B4177" w:rsidP="002F1A08">
      <w:r>
        <w:t>Klasse 1 spoelvolume 4.5 of 6L volgens norm EN997</w:t>
      </w:r>
    </w:p>
    <w:p w14:paraId="55DEB43B" w14:textId="77777777" w:rsidR="002B4177" w:rsidRDefault="002B4177" w:rsidP="002F1A08">
      <w:r>
        <w:t>Binnenzijde van de sifon is geëmailleerd</w:t>
      </w:r>
    </w:p>
    <w:p w14:paraId="5BB50EFA" w14:textId="42B69826" w:rsidR="002B4177" w:rsidRPr="002F1A08" w:rsidRDefault="002B4177" w:rsidP="002F1A08">
      <w:r>
        <w:t>Wand</w:t>
      </w:r>
      <w:r w:rsidR="00AC50B9">
        <w:t xml:space="preserve"> wc</w:t>
      </w:r>
      <w:r>
        <w:t xml:space="preserve"> weerstaat aan een statische druk van 400kg gedurende 1 uur.</w:t>
      </w:r>
    </w:p>
    <w:p w14:paraId="4C0C7AF7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15D63006" w14:textId="12BA17BE" w:rsidR="00D374ED" w:rsidRDefault="00D374ED" w:rsidP="00D374ED">
      <w:r>
        <w:t>Diepte:</w:t>
      </w:r>
      <w:r>
        <w:tab/>
      </w:r>
      <w:r w:rsidR="003B77B5">
        <w:t>53</w:t>
      </w:r>
      <w:r>
        <w:t>cm</w:t>
      </w:r>
    </w:p>
    <w:p w14:paraId="54FD04EF" w14:textId="77777777" w:rsidR="00D374ED" w:rsidRDefault="00D374ED" w:rsidP="00D374ED">
      <w:r>
        <w:t>Breedte:</w:t>
      </w:r>
      <w:r>
        <w:tab/>
        <w:t>3</w:t>
      </w:r>
      <w:r w:rsidR="00BD124E">
        <w:t>5.5</w:t>
      </w:r>
      <w:r>
        <w:t>cm</w:t>
      </w:r>
    </w:p>
    <w:p w14:paraId="09B32BDB" w14:textId="77777777" w:rsidR="00D374ED" w:rsidRDefault="00D374ED" w:rsidP="00D374ED">
      <w:r>
        <w:t>Hoogte:</w:t>
      </w:r>
      <w:r>
        <w:tab/>
        <w:t>33cm</w:t>
      </w:r>
    </w:p>
    <w:p w14:paraId="39A61AAB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3459EF1C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7936C89B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BACE6E" w14:textId="568AD6BB" w:rsidR="002B4177" w:rsidRDefault="002B4177" w:rsidP="002B4177">
      <w:r>
        <w:t>Bij plaatsing op 4</w:t>
      </w:r>
      <w:r w:rsidR="003B77B5">
        <w:t>20</w:t>
      </w:r>
      <w:r>
        <w:t xml:space="preserve">mm zithoogte (zonder zitting) bevindt de sifon zich </w:t>
      </w:r>
      <w:r w:rsidR="003B77B5">
        <w:t>9</w:t>
      </w:r>
      <w:r w:rsidR="002E6B1C">
        <w:t>0</w:t>
      </w:r>
      <w:r>
        <w:t>mm van de vloer</w:t>
      </w:r>
    </w:p>
    <w:p w14:paraId="2A8E2FFF" w14:textId="20880C24" w:rsidR="001209B0" w:rsidRDefault="001209B0" w:rsidP="002B4177">
      <w:r>
        <w:t>Dmv EFF</w:t>
      </w:r>
      <w:r w:rsidR="00735428">
        <w:t>3</w:t>
      </w:r>
      <w:r>
        <w:t xml:space="preserve"> verdoken bevestiging </w:t>
      </w:r>
    </w:p>
    <w:p w14:paraId="2BD421E7" w14:textId="77777777" w:rsidR="002B4177" w:rsidRPr="002B4177" w:rsidRDefault="002B4177" w:rsidP="002B4177"/>
    <w:p w14:paraId="042573B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BD4C9F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D54A8B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3D9B08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156E7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0BDB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55C6621" w14:textId="59677A07" w:rsidR="00586B18" w:rsidRDefault="00735428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4C6CF56" w14:textId="3862A916" w:rsidR="00C454A1" w:rsidRPr="00C454A1" w:rsidRDefault="00275583" w:rsidP="00C454A1">
      <w:r>
        <w:rPr>
          <w:noProof/>
        </w:rPr>
        <w:drawing>
          <wp:inline distT="0" distB="0" distL="0" distR="0" wp14:anchorId="3BFD9459" wp14:editId="7456FAA9">
            <wp:extent cx="5977255" cy="48336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83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E8221" w14:textId="77777777" w:rsidR="00025544" w:rsidRDefault="00025544">
      <w:r>
        <w:separator/>
      </w:r>
    </w:p>
  </w:endnote>
  <w:endnote w:type="continuationSeparator" w:id="0">
    <w:p w14:paraId="018CE95B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057853" w14:textId="77777777" w:rsidR="00025544" w:rsidRDefault="00025544">
      <w:r>
        <w:separator/>
      </w:r>
    </w:p>
  </w:footnote>
  <w:footnote w:type="continuationSeparator" w:id="0">
    <w:p w14:paraId="2ACDD6EE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B3F70" w14:textId="152D4766" w:rsidR="00C43F98" w:rsidRPr="00735428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Geberit</w:t>
    </w:r>
    <w:r w:rsidR="00735428" w:rsidRPr="00735428">
      <w:rPr>
        <w:rFonts w:ascii="Arial" w:hAnsi="Arial" w:cs="Arial"/>
        <w:b/>
        <w:szCs w:val="24"/>
        <w:lang w:val="nl-BE"/>
      </w:rPr>
      <w:t xml:space="preserve"> iCon</w:t>
    </w:r>
    <w:r w:rsidRPr="00735428">
      <w:rPr>
        <w:rFonts w:ascii="Arial" w:hAnsi="Arial" w:cs="Arial"/>
        <w:b/>
        <w:szCs w:val="24"/>
        <w:lang w:val="nl-BE"/>
      </w:rPr>
      <w:t xml:space="preserve"> </w:t>
    </w:r>
    <w:r w:rsidR="00AC50B9">
      <w:rPr>
        <w:rFonts w:ascii="Arial" w:hAnsi="Arial" w:cs="Arial"/>
        <w:b/>
        <w:szCs w:val="24"/>
        <w:lang w:val="nl-BE"/>
      </w:rPr>
      <w:t>wand</w:t>
    </w:r>
    <w:r w:rsidR="002B4177" w:rsidRPr="00735428">
      <w:rPr>
        <w:rFonts w:ascii="Arial" w:hAnsi="Arial" w:cs="Arial"/>
        <w:b/>
        <w:szCs w:val="24"/>
        <w:lang w:val="nl-BE"/>
      </w:rPr>
      <w:t xml:space="preserve"> wc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</w:t>
    </w:r>
  </w:p>
  <w:p w14:paraId="0EC2FEA5" w14:textId="5DD2C4F0" w:rsidR="002E6B1C" w:rsidRPr="00735428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Diepspoel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r w:rsidR="00397CEC" w:rsidRPr="00735428">
      <w:rPr>
        <w:rFonts w:ascii="Arial" w:hAnsi="Arial" w:cs="Arial"/>
        <w:b/>
        <w:szCs w:val="24"/>
        <w:lang w:val="nl-BE"/>
      </w:rPr>
      <w:t>Rimfree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r w:rsidR="001209B0" w:rsidRPr="00735428">
      <w:rPr>
        <w:rFonts w:ascii="Arial" w:hAnsi="Arial" w:cs="Arial"/>
        <w:b/>
        <w:szCs w:val="24"/>
        <w:lang w:val="nl-BE"/>
      </w:rPr>
      <w:t>Volledig</w:t>
    </w:r>
    <w:r w:rsidR="002E6B1C" w:rsidRPr="00735428">
      <w:rPr>
        <w:rFonts w:ascii="Arial" w:hAnsi="Arial" w:cs="Arial"/>
        <w:b/>
        <w:szCs w:val="24"/>
        <w:lang w:val="nl-BE"/>
      </w:rPr>
      <w:t xml:space="preserve">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5583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D5F55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50B9"/>
    <w:rsid w:val="00AD0CEC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85C0866-D61F-442F-AC38-5DC4C423069D}"/>
</file>

<file path=customXml/itemProps2.xml><?xml version="1.0" encoding="utf-8"?>
<ds:datastoreItem xmlns:ds="http://schemas.openxmlformats.org/officeDocument/2006/customXml" ds:itemID="{EC9723D2-7E1E-4121-ACB1-83DDF2B994E8}"/>
</file>

<file path=customXml/itemProps3.xml><?xml version="1.0" encoding="utf-8"?>
<ds:datastoreItem xmlns:ds="http://schemas.openxmlformats.org/officeDocument/2006/customXml" ds:itemID="{594C98AE-68C5-4BB8-979B-87D25F579FC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263</TotalTime>
  <Pages>2</Pages>
  <Words>196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2022-01-13T08:38:00Z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435200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